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5ED45EC1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B55387">
        <w:rPr>
          <w:b w:val="0"/>
          <w:color w:val="auto"/>
          <w:sz w:val="18"/>
          <w:szCs w:val="18"/>
        </w:rPr>
        <w:t>6 výzvy k podání nabí</w:t>
      </w:r>
      <w:bookmarkStart w:id="0" w:name="_GoBack"/>
      <w:bookmarkEnd w:id="0"/>
      <w:r w:rsidR="00B55387">
        <w:rPr>
          <w:b w:val="0"/>
          <w:color w:val="auto"/>
          <w:sz w:val="18"/>
          <w:szCs w:val="18"/>
        </w:rPr>
        <w:t>dky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5F340" w14:textId="77777777" w:rsidR="00174D44" w:rsidRDefault="00174D44" w:rsidP="00962258">
      <w:r>
        <w:separator/>
      </w:r>
    </w:p>
  </w:endnote>
  <w:endnote w:type="continuationSeparator" w:id="0">
    <w:p w14:paraId="45D7044A" w14:textId="77777777" w:rsidR="00174D44" w:rsidRDefault="00174D4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34FF23F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538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538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575207F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53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538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FF608" w14:textId="77777777" w:rsidR="00174D44" w:rsidRDefault="00174D44" w:rsidP="00962258">
      <w:r>
        <w:separator/>
      </w:r>
    </w:p>
  </w:footnote>
  <w:footnote w:type="continuationSeparator" w:id="0">
    <w:p w14:paraId="7FF7D227" w14:textId="77777777" w:rsidR="00174D44" w:rsidRDefault="00174D4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74D44"/>
    <w:rsid w:val="001826A9"/>
    <w:rsid w:val="0018420A"/>
    <w:rsid w:val="00184743"/>
    <w:rsid w:val="00207DF5"/>
    <w:rsid w:val="00280E07"/>
    <w:rsid w:val="00297033"/>
    <w:rsid w:val="002C31BF"/>
    <w:rsid w:val="002C3869"/>
    <w:rsid w:val="002D08B1"/>
    <w:rsid w:val="002D6BF7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28D9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55387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82214"/>
    <w:rsid w:val="00CD1FC4"/>
    <w:rsid w:val="00D05BE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DEB73755E974D89833F5F0F055E21" ma:contentTypeVersion="8" ma:contentTypeDescription="Vytvoří nový dokument" ma:contentTypeScope="" ma:versionID="80c71f47cc86b0adbd3b31ec595a11b7">
  <xsd:schema xmlns:xsd="http://www.w3.org/2001/XMLSchema" xmlns:xs="http://www.w3.org/2001/XMLSchema" xmlns:p="http://schemas.microsoft.com/office/2006/metadata/properties" xmlns:ns2="673730ca-c571-4c9b-9067-9f273f1ef2ac" xmlns:ns3="0f130c98-1cf6-4b68-9905-c40ee6ccb25d" targetNamespace="http://schemas.microsoft.com/office/2006/metadata/properties" ma:root="true" ma:fieldsID="7f7b997ab85ef90808e54aa5f94cb8c7" ns2:_="" ns3:_="">
    <xsd:import namespace="673730ca-c571-4c9b-9067-9f273f1ef2ac"/>
    <xsd:import namespace="0f130c98-1cf6-4b68-9905-c40ee6ccb2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730ca-c571-4c9b-9067-9f273f1ef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30c98-1cf6-4b68-9905-c40ee6ccb2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A1B4D-245E-4E63-9C74-96AE2F98F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730ca-c571-4c9b-9067-9f273f1ef2ac"/>
    <ds:schemaRef ds:uri="0f130c98-1cf6-4b68-9905-c40ee6ccb2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700DA4-D454-4968-838F-6A7DC0CB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828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3</cp:revision>
  <cp:lastPrinted>2017-11-28T17:18:00Z</cp:lastPrinted>
  <dcterms:created xsi:type="dcterms:W3CDTF">2022-10-11T08:33:00Z</dcterms:created>
  <dcterms:modified xsi:type="dcterms:W3CDTF">2023-02-22T13:15:00Z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